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B92F04" w:rsidP="00B86F50">
      <w:pPr>
        <w:rPr>
          <w:color w:val="000000"/>
          <w:sz w:val="24"/>
        </w:rPr>
      </w:pPr>
      <w:r w:rsidRPr="00B92F04">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B92F04">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6E7C3B" w:rsidRDefault="006E7C3B">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BB6060">
        <w:rPr>
          <w:rFonts w:hint="eastAsia"/>
          <w:color w:val="000000"/>
          <w:sz w:val="48"/>
          <w:szCs w:val="48"/>
        </w:rPr>
        <w:t>硕士</w:t>
      </w:r>
      <w:r w:rsidR="00242251">
        <w:rPr>
          <w:rFonts w:hint="eastAsia"/>
          <w:color w:val="000000"/>
          <w:sz w:val="48"/>
          <w:szCs w:val="48"/>
        </w:rPr>
        <w:t>专业</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B92F04">
      <w:pPr>
        <w:jc w:val="center"/>
        <w:rPr>
          <w:rFonts w:ascii="仿宋" w:eastAsia="仿宋" w:hAnsi="仿宋" w:cs="仿宋"/>
          <w:b/>
          <w:bCs/>
          <w:sz w:val="36"/>
          <w:szCs w:val="36"/>
        </w:rPr>
      </w:pPr>
      <w:r w:rsidRPr="00B92F04">
        <w:rPr>
          <w:sz w:val="36"/>
        </w:rPr>
        <w:lastRenderedPageBreak/>
        <w:pict>
          <v:rect id="矩形 84" o:spid="_x0000_s1108" style="position:absolute;left:0;text-align:left;margin-left:20pt;margin-top:-2.35pt;width:166.95pt;height:27.9pt;z-index:251657216">
            <v:textbox style="mso-next-textbox:#矩形 84">
              <w:txbxContent>
                <w:p w:rsidR="006E7C3B" w:rsidRDefault="006E7C3B">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B92F04">
      <w:pPr>
        <w:jc w:val="center"/>
        <w:rPr>
          <w:rFonts w:ascii="仿宋" w:eastAsia="仿宋" w:hAnsi="仿宋" w:cs="仿宋"/>
          <w:b/>
          <w:bCs/>
          <w:sz w:val="36"/>
          <w:szCs w:val="36"/>
        </w:rPr>
      </w:pPr>
      <w:r w:rsidRPr="00B92F04">
        <w:rPr>
          <w:sz w:val="36"/>
        </w:rPr>
        <w:pict>
          <v:rect id="矩形 83" o:spid="_x0000_s1107" style="position:absolute;left:0;text-align:left;margin-left:3.4pt;margin-top:10.85pt;width:80.7pt;height:636.75pt;z-index:251656192">
            <v:textbox style="layout-flow:vertical-ideographic;mso-next-textbox:#矩形 83">
              <w:txbxContent>
                <w:p w:rsidR="006E7C3B" w:rsidRDefault="006E7C3B"/>
                <w:p w:rsidR="006E7C3B" w:rsidRDefault="006E7C3B"/>
                <w:p w:rsidR="006E7C3B" w:rsidRDefault="006E7C3B"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6E7C3B" w:rsidRDefault="006E7C3B"/>
                <w:p w:rsidR="006E7C3B" w:rsidRDefault="006E7C3B"/>
                <w:p w:rsidR="006E7C3B" w:rsidRDefault="006E7C3B"/>
                <w:p w:rsidR="006E7C3B" w:rsidRDefault="006E7C3B"/>
                <w:p w:rsidR="006E7C3B" w:rsidRDefault="006E7C3B"/>
                <w:p w:rsidR="006E7C3B" w:rsidRDefault="006E7C3B">
                  <w:pPr>
                    <w:jc w:val="center"/>
                    <w:rPr>
                      <w:rFonts w:ascii="宋体" w:hAnsi="宋体" w:cs="宋体"/>
                      <w:b/>
                      <w:bCs/>
                      <w:sz w:val="36"/>
                      <w:szCs w:val="36"/>
                    </w:rPr>
                  </w:pPr>
                  <w:r>
                    <w:rPr>
                      <w:rFonts w:ascii="宋体" w:hAnsi="宋体" w:cs="宋体" w:hint="eastAsia"/>
                      <w:b/>
                      <w:bCs/>
                      <w:sz w:val="36"/>
                      <w:szCs w:val="36"/>
                    </w:rPr>
                    <w:t>题</w:t>
                  </w:r>
                </w:p>
                <w:p w:rsidR="006E7C3B" w:rsidRDefault="006E7C3B">
                  <w:pPr>
                    <w:jc w:val="center"/>
                    <w:rPr>
                      <w:rFonts w:ascii="宋体" w:hAnsi="宋体" w:cs="宋体"/>
                      <w:b/>
                      <w:bCs/>
                      <w:sz w:val="48"/>
                      <w:szCs w:val="48"/>
                    </w:rPr>
                  </w:pPr>
                  <w:r>
                    <w:rPr>
                      <w:rFonts w:ascii="宋体" w:hAnsi="宋体" w:cs="宋体" w:hint="eastAsia"/>
                      <w:b/>
                      <w:bCs/>
                      <w:sz w:val="36"/>
                      <w:szCs w:val="36"/>
                    </w:rPr>
                    <w:t>目</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作者姓名</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浙江大学</w:t>
                  </w:r>
                </w:p>
              </w:txbxContent>
            </v:textbox>
          </v:rect>
        </w:pict>
      </w:r>
      <w:r w:rsidRPr="00B92F04">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B92F04">
      <w:pPr>
        <w:jc w:val="center"/>
        <w:rPr>
          <w:rFonts w:ascii="仿宋" w:eastAsia="仿宋" w:hAnsi="仿宋" w:cs="仿宋"/>
          <w:b/>
          <w:bCs/>
          <w:sz w:val="36"/>
          <w:szCs w:val="36"/>
        </w:rPr>
      </w:pPr>
      <w:r w:rsidRPr="00B92F04">
        <w:rPr>
          <w:sz w:val="36"/>
        </w:rPr>
        <w:pict>
          <v:shape id="文本框 87" o:spid="_x0000_s1111" type="#_x0000_t202" style="position:absolute;left:0;text-align:left;margin-left:113.3pt;margin-top:19.75pt;width:82.5pt;height:24.75pt;z-index:251659264">
            <v:textbox style="mso-next-textbox:#文本框 87">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B92F04">
      <w:pPr>
        <w:jc w:val="center"/>
        <w:rPr>
          <w:rFonts w:ascii="仿宋" w:eastAsia="仿宋" w:hAnsi="仿宋" w:cs="仿宋"/>
          <w:b/>
          <w:bCs/>
          <w:sz w:val="36"/>
          <w:szCs w:val="36"/>
        </w:rPr>
      </w:pPr>
      <w:r w:rsidRPr="00B92F04">
        <w:rPr>
          <w:sz w:val="36"/>
        </w:rPr>
        <w:pict>
          <v:shape id="自选图形 88" o:spid="_x0000_s1112" type="#_x0000_t88" style="position:absolute;left:0;text-align:left;margin-left:84.1pt;margin-top:25.7pt;width:22.45pt;height:96.65pt;z-index:251660288" strokeweight="1.25pt"/>
        </w:pict>
      </w:r>
    </w:p>
    <w:p w:rsidR="00A80045" w:rsidRDefault="00B92F04">
      <w:pPr>
        <w:jc w:val="center"/>
        <w:rPr>
          <w:rFonts w:ascii="仿宋" w:eastAsia="仿宋" w:hAnsi="仿宋" w:cs="仿宋"/>
          <w:b/>
          <w:bCs/>
          <w:sz w:val="36"/>
          <w:szCs w:val="36"/>
        </w:rPr>
      </w:pPr>
      <w:r w:rsidRPr="00B92F04">
        <w:rPr>
          <w:sz w:val="36"/>
        </w:rPr>
        <w:pict>
          <v:shape id="文本框 89" o:spid="_x0000_s1113" type="#_x0000_t202" style="position:absolute;left:0;text-align:left;margin-left:106.55pt;margin-top:21.7pt;width:82.5pt;height:24.75pt;z-index:251661312">
            <v:textbox style="mso-next-textbox:#文本框 89">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AC4F04">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AC4F04">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 xml:space="preserve">姓名﹨职称﹨单位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Pr="00342C55">
        <w:rPr>
          <w:rFonts w:ascii="宋体" w:hAnsi="宋体" w:cs="宋体" w:hint="eastAsia"/>
          <w:b/>
          <w:bCs/>
          <w:sz w:val="28"/>
          <w:szCs w:val="28"/>
          <w:u w:val="single"/>
        </w:rPr>
        <w:t xml:space="preserve">姓名﹨职称﹨单位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1E2ECE">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1E2ECE">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B92F04" w:rsidP="001E2ECE">
      <w:pPr>
        <w:spacing w:beforeLines="100" w:afterLines="50"/>
        <w:jc w:val="left"/>
        <w:rPr>
          <w:rFonts w:ascii="仿宋" w:eastAsia="仿宋" w:hAnsi="仿宋"/>
          <w:color w:val="000000"/>
          <w:sz w:val="24"/>
        </w:rPr>
      </w:pPr>
      <w:r w:rsidRPr="00B92F04">
        <w:pict>
          <v:rect id="矩形 82" o:spid="_x0000_s1106" style="position:absolute;margin-left:-.5pt;margin-top:15.5pt;width:443pt;height:48.55pt;z-index:251655168">
            <v:textbox style="mso-next-textbox:#矩形 82">
              <w:txbxContent>
                <w:p w:rsidR="006E7C3B" w:rsidRDefault="006E7C3B">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6E7C3B" w:rsidRDefault="006E7C3B">
                  <w:pPr>
                    <w:rPr>
                      <w:szCs w:val="21"/>
                    </w:rPr>
                  </w:pPr>
                </w:p>
                <w:p w:rsidR="006E7C3B" w:rsidRDefault="006E7C3B"/>
              </w:txbxContent>
            </v:textbox>
          </v:rect>
        </w:pict>
      </w:r>
    </w:p>
    <w:p w:rsidR="00A80045" w:rsidRDefault="00B92F04" w:rsidP="001E2ECE">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6E7C3B" w:rsidRDefault="006E7C3B"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6E7C3B" w:rsidRPr="00EF19E1" w:rsidRDefault="006E7C3B"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6E7C3B" w:rsidRDefault="006E7C3B"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pPr>
    </w:p>
    <w:p w:rsidR="00A80045" w:rsidRDefault="00A80045" w:rsidP="001E2ECE">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1E2ECE">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B92F04" w:rsidP="001E2ECE">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6E7C3B" w:rsidRPr="008D25B3" w:rsidRDefault="006E7C3B"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1E2ECE">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1E2ECE">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B92F04" w:rsidP="001E2ECE">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6E7C3B" w:rsidRPr="008D25B3" w:rsidRDefault="006E7C3B" w:rsidP="008D25B3">
                  <w:pPr>
                    <w:rPr>
                      <w:rFonts w:eastAsia="仿宋"/>
                      <w:szCs w:val="21"/>
                    </w:rPr>
                  </w:pPr>
                  <w:r w:rsidRPr="008D25B3">
                    <w:rPr>
                      <w:rFonts w:eastAsia="仿宋"/>
                      <w:szCs w:val="21"/>
                    </w:rPr>
                    <w:t>英文摘要撰写要求如下：</w:t>
                  </w:r>
                </w:p>
                <w:p w:rsidR="006E7C3B" w:rsidRPr="008D25B3" w:rsidRDefault="006E7C3B"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6E7C3B" w:rsidRPr="008D25B3" w:rsidRDefault="006E7C3B"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6E7C3B" w:rsidRPr="00052D90" w:rsidRDefault="006E7C3B"/>
              </w:txbxContent>
            </v:textbox>
          </v:shape>
        </w:pict>
      </w:r>
    </w:p>
    <w:p w:rsidR="00052D90" w:rsidRDefault="00052D90" w:rsidP="001E2ECE">
      <w:pPr>
        <w:spacing w:beforeLines="100" w:afterLines="50"/>
        <w:rPr>
          <w:szCs w:val="21"/>
        </w:rPr>
      </w:pPr>
    </w:p>
    <w:p w:rsidR="00052D90" w:rsidRDefault="00052D90" w:rsidP="001E2ECE">
      <w:pPr>
        <w:spacing w:beforeLines="100" w:afterLines="50"/>
        <w:rPr>
          <w:szCs w:val="21"/>
        </w:rPr>
      </w:pPr>
    </w:p>
    <w:p w:rsidR="00052D90" w:rsidRDefault="00052D90" w:rsidP="001E2ECE">
      <w:pPr>
        <w:spacing w:beforeLines="100" w:afterLines="50"/>
        <w:rPr>
          <w:szCs w:val="21"/>
        </w:rPr>
      </w:pPr>
    </w:p>
    <w:p w:rsidR="00B86A16" w:rsidRDefault="00B86A16" w:rsidP="001E2ECE">
      <w:pPr>
        <w:spacing w:beforeLines="100" w:afterLines="50"/>
        <w:rPr>
          <w:szCs w:val="21"/>
        </w:rPr>
      </w:pPr>
    </w:p>
    <w:p w:rsidR="00B86A16" w:rsidRDefault="00B86A16" w:rsidP="001E2ECE">
      <w:pPr>
        <w:spacing w:beforeLines="100" w:afterLines="50"/>
        <w:rPr>
          <w:szCs w:val="21"/>
        </w:rPr>
      </w:pPr>
    </w:p>
    <w:p w:rsidR="00052D90" w:rsidRDefault="00052D90" w:rsidP="001E2ECE">
      <w:pPr>
        <w:spacing w:beforeLines="100" w:afterLines="50"/>
        <w:rPr>
          <w:szCs w:val="21"/>
        </w:rPr>
      </w:pPr>
    </w:p>
    <w:p w:rsidR="00052D90" w:rsidRDefault="00052D90" w:rsidP="001E2ECE">
      <w:pPr>
        <w:spacing w:beforeLines="100" w:afterLines="50"/>
        <w:rPr>
          <w:szCs w:val="21"/>
        </w:rPr>
      </w:pPr>
    </w:p>
    <w:p w:rsidR="00A80045" w:rsidRDefault="00A80045" w:rsidP="001E2ECE">
      <w:pPr>
        <w:spacing w:beforeLines="100" w:afterLines="50"/>
        <w:rPr>
          <w:szCs w:val="21"/>
        </w:rPr>
      </w:pPr>
      <w:r>
        <w:rPr>
          <w:b/>
          <w:szCs w:val="21"/>
        </w:rPr>
        <w:t>KEY WORDS</w:t>
      </w:r>
      <w:r>
        <w:rPr>
          <w:szCs w:val="21"/>
        </w:rPr>
        <w:t>: XXX; XXX; XXX; XXX</w:t>
      </w:r>
    </w:p>
    <w:p w:rsidR="008D25B3" w:rsidRDefault="00B92F04" w:rsidP="001E2ECE">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6E7C3B" w:rsidRPr="008D25B3" w:rsidRDefault="006E7C3B" w:rsidP="001E2ECE">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1E2ECE">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1E2ECE">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B92F04">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B92F04">
        <w:rPr>
          <w:rFonts w:ascii="仿宋" w:eastAsia="仿宋" w:hAnsi="仿宋"/>
          <w:b/>
          <w:sz w:val="36"/>
          <w:szCs w:val="36"/>
        </w:rPr>
        <w:fldChar w:fldCharType="separate"/>
      </w:r>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B92F04"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B92F04"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B92F04">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B92F04" w:rsidP="001E2ECE">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B92F04"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6E7C3B" w:rsidRPr="00CD72F8" w:rsidRDefault="006E7C3B"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6E7C3B" w:rsidRPr="00CD72F8" w:rsidRDefault="006E7C3B"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6E7C3B" w:rsidRPr="00CD72F8" w:rsidRDefault="006E7C3B"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6E7C3B" w:rsidRPr="00CD72F8" w:rsidRDefault="006E7C3B"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6E7C3B" w:rsidRPr="00CD72F8" w:rsidRDefault="006E7C3B"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1E2ECE">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B92F04">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_Toc5873466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3</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_Toc5873467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6</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_Toc5873468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7</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_Toc5873469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10</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_Toc5873470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11</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_Toc5873471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12</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_Toc5873472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13</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_Toc5873473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14</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_Toc5873474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15</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_Toc5873475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16</w:t>
      </w:r>
      <w:r w:rsidR="00B92F04"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_Toc5873476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17</w:t>
      </w:r>
      <w:r w:rsidR="00B92F04"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B92F04" w:rsidRPr="00F45C6E">
        <w:rPr>
          <w:rFonts w:ascii="仿宋" w:hAnsi="仿宋"/>
          <w:noProof/>
        </w:rPr>
        <w:fldChar w:fldCharType="begin"/>
      </w:r>
      <w:r w:rsidRPr="00F45C6E">
        <w:rPr>
          <w:rFonts w:ascii="仿宋" w:hAnsi="仿宋"/>
          <w:noProof/>
        </w:rPr>
        <w:instrText xml:space="preserve"> PAGEREF _Toc5873477 \h </w:instrText>
      </w:r>
      <w:r w:rsidR="00B92F04" w:rsidRPr="00F45C6E">
        <w:rPr>
          <w:rFonts w:ascii="仿宋" w:hAnsi="仿宋"/>
          <w:noProof/>
        </w:rPr>
      </w:r>
      <w:r w:rsidR="00B92F04" w:rsidRPr="00F45C6E">
        <w:rPr>
          <w:rFonts w:ascii="仿宋" w:hAnsi="仿宋"/>
          <w:noProof/>
        </w:rPr>
        <w:fldChar w:fldCharType="separate"/>
      </w:r>
      <w:r w:rsidRPr="00F45C6E">
        <w:rPr>
          <w:rFonts w:ascii="仿宋" w:hAnsi="仿宋"/>
          <w:noProof/>
        </w:rPr>
        <w:t>18</w:t>
      </w:r>
      <w:r w:rsidR="00B92F04" w:rsidRPr="00F45C6E">
        <w:rPr>
          <w:rFonts w:ascii="仿宋" w:hAnsi="仿宋"/>
          <w:noProof/>
        </w:rPr>
        <w:fldChar w:fldCharType="end"/>
      </w:r>
    </w:p>
    <w:p w:rsidR="00F45C6E" w:rsidRDefault="00B92F04">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B92F04">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B92F04">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B92F04">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B92F04"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B92F04" w:rsidP="006E7C3B">
      <w:r w:rsidRPr="00B92F04">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6E7C3B" w:rsidRDefault="006E7C3B"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6E7C3B" w:rsidRDefault="006E7C3B"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D185C" w:rsidRDefault="000D185C" w:rsidP="0029503B">
                  <w:pPr>
                    <w:ind w:left="315" w:hangingChars="150" w:hanging="315"/>
                  </w:pPr>
                  <w:r>
                    <w:rPr>
                      <w:rFonts w:hint="eastAsia"/>
                    </w:rPr>
                    <w:t>3</w:t>
                  </w:r>
                  <w:r>
                    <w:rPr>
                      <w:rFonts w:hint="eastAsia"/>
                    </w:rPr>
                    <w:t>、图表内容的第一个字需要对齐</w:t>
                  </w:r>
                  <w:r w:rsidR="00F43578">
                    <w:rPr>
                      <w:rFonts w:hint="eastAsia"/>
                    </w:rPr>
                    <w:t>，例如</w:t>
                  </w:r>
                  <w:r w:rsidR="00F43578">
                    <w:rPr>
                      <w:rFonts w:hint="eastAsia"/>
                    </w:rPr>
                    <w:t>2</w:t>
                  </w:r>
                  <w:r w:rsidR="00F43578">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1E2ECE" w:rsidP="0029503B">
      <w:r>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1E2ECE" w:rsidRDefault="001E2ECE" w:rsidP="001E2ECE">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1E2ECE">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1E2ECE">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1E2ECE">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1E2ECE">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1E2ECE">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1E2ECE">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16496845"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1E2ECE">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1E2ECE">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1E2ECE">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1E2ECE">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1E2ECE">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1E2ECE">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16496846"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B92F04" w:rsidP="00100232">
      <w:pPr>
        <w:pStyle w:val="1"/>
        <w:spacing w:before="480" w:after="120"/>
        <w:ind w:hanging="770"/>
      </w:pPr>
      <w:r w:rsidRPr="00B92F04">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6E7C3B" w:rsidRDefault="006E7C3B">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16496847"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B92F04">
        <w:rPr>
          <w:rFonts w:ascii="Times New Roman"/>
          <w:sz w:val="24"/>
          <w:szCs w:val="24"/>
        </w:rPr>
        <w:fldChar w:fldCharType="begin"/>
      </w:r>
      <w:r>
        <w:rPr>
          <w:rFonts w:ascii="Times New Roman"/>
          <w:sz w:val="24"/>
          <w:szCs w:val="24"/>
        </w:rPr>
        <w:instrText xml:space="preserve"> STYLEREF 1 \s </w:instrText>
      </w:r>
      <w:r w:rsidR="00B92F04">
        <w:rPr>
          <w:rFonts w:ascii="Times New Roman"/>
          <w:sz w:val="24"/>
          <w:szCs w:val="24"/>
        </w:rPr>
        <w:fldChar w:fldCharType="separate"/>
      </w:r>
      <w:r>
        <w:rPr>
          <w:rFonts w:ascii="Times New Roman"/>
          <w:noProof/>
          <w:sz w:val="24"/>
          <w:szCs w:val="24"/>
        </w:rPr>
        <w:t>2</w:t>
      </w:r>
      <w:r w:rsidR="00B92F04">
        <w:rPr>
          <w:rFonts w:ascii="Times New Roman"/>
          <w:sz w:val="24"/>
          <w:szCs w:val="24"/>
        </w:rPr>
        <w:fldChar w:fldCharType="end"/>
      </w:r>
      <w:r>
        <w:rPr>
          <w:rFonts w:ascii="Times New Roman"/>
          <w:sz w:val="24"/>
          <w:szCs w:val="24"/>
        </w:rPr>
        <w:noBreakHyphen/>
      </w:r>
      <w:r w:rsidR="00B92F04">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B92F04">
        <w:rPr>
          <w:rFonts w:ascii="Times New Roman"/>
          <w:sz w:val="24"/>
          <w:szCs w:val="24"/>
        </w:rPr>
        <w:fldChar w:fldCharType="separate"/>
      </w:r>
      <w:r>
        <w:rPr>
          <w:rFonts w:ascii="Times New Roman"/>
          <w:noProof/>
          <w:sz w:val="24"/>
          <w:szCs w:val="24"/>
        </w:rPr>
        <w:t>1</w:t>
      </w:r>
      <w:r w:rsidR="00B92F04">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B92F04">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B92F04">
        <w:rPr>
          <w:rFonts w:ascii="仿宋" w:eastAsia="仿宋" w:hAnsi="仿宋" w:cs="仿宋"/>
          <w:bCs/>
          <w:sz w:val="24"/>
        </w:rPr>
      </w:r>
      <w:r w:rsidR="00B92F04">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B92F04">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B92F04"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B92F04" w:rsidRPr="00366147">
        <w:rPr>
          <w:rFonts w:ascii="仿宋" w:eastAsia="仿宋" w:hAnsi="仿宋" w:cs="仿宋"/>
          <w:bCs/>
          <w:szCs w:val="21"/>
        </w:rPr>
        <w:fldChar w:fldCharType="separate"/>
      </w:r>
      <w:r w:rsidRPr="00366147">
        <w:rPr>
          <w:rFonts w:ascii="仿宋" w:eastAsia="仿宋" w:hAnsi="仿宋" w:cs="仿宋"/>
          <w:bCs/>
          <w:noProof/>
          <w:szCs w:val="21"/>
        </w:rPr>
        <w:t>2</w:t>
      </w:r>
      <w:r w:rsidR="00B92F04" w:rsidRPr="00366147">
        <w:rPr>
          <w:rFonts w:ascii="仿宋" w:eastAsia="仿宋" w:hAnsi="仿宋" w:cs="仿宋"/>
          <w:bCs/>
          <w:szCs w:val="21"/>
        </w:rPr>
        <w:fldChar w:fldCharType="end"/>
      </w:r>
      <w:r w:rsidRPr="00366147">
        <w:rPr>
          <w:rFonts w:ascii="仿宋" w:eastAsia="仿宋" w:hAnsi="仿宋" w:cs="仿宋"/>
          <w:bCs/>
          <w:szCs w:val="21"/>
        </w:rPr>
        <w:noBreakHyphen/>
      </w:r>
      <w:r w:rsidR="00B92F04"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B92F04" w:rsidRPr="00366147">
        <w:rPr>
          <w:rFonts w:ascii="仿宋" w:eastAsia="仿宋" w:hAnsi="仿宋" w:cs="仿宋"/>
          <w:bCs/>
          <w:szCs w:val="21"/>
        </w:rPr>
        <w:fldChar w:fldCharType="separate"/>
      </w:r>
      <w:r w:rsidRPr="00366147">
        <w:rPr>
          <w:rFonts w:ascii="仿宋" w:eastAsia="仿宋" w:hAnsi="仿宋" w:cs="仿宋"/>
          <w:bCs/>
          <w:noProof/>
          <w:szCs w:val="21"/>
        </w:rPr>
        <w:t>1</w:t>
      </w:r>
      <w:r w:rsidR="00B92F04"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B92F04"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3</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B92F04"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B92F04">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B92F04">
        <w:rPr>
          <w:rFonts w:ascii="仿宋" w:eastAsia="仿宋" w:hAnsi="仿宋" w:cs="仿宋"/>
          <w:bCs/>
          <w:sz w:val="24"/>
        </w:rPr>
        <w:fldChar w:fldCharType="separate"/>
      </w:r>
      <w:r>
        <w:rPr>
          <w:rFonts w:ascii="仿宋" w:eastAsia="仿宋" w:hAnsi="仿宋" w:cs="仿宋"/>
          <w:bCs/>
          <w:noProof/>
          <w:sz w:val="24"/>
        </w:rPr>
        <w:t>4</w:t>
      </w:r>
      <w:r w:rsidR="00B92F04">
        <w:rPr>
          <w:rFonts w:ascii="仿宋" w:eastAsia="仿宋" w:hAnsi="仿宋" w:cs="仿宋"/>
          <w:bCs/>
          <w:sz w:val="24"/>
        </w:rPr>
        <w:fldChar w:fldCharType="end"/>
      </w:r>
      <w:r>
        <w:rPr>
          <w:rFonts w:ascii="仿宋" w:eastAsia="仿宋" w:hAnsi="仿宋" w:cs="仿宋"/>
          <w:bCs/>
          <w:sz w:val="24"/>
        </w:rPr>
        <w:noBreakHyphen/>
      </w:r>
      <w:r w:rsidR="00B92F04">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B92F04">
        <w:rPr>
          <w:rFonts w:ascii="仿宋" w:eastAsia="仿宋" w:hAnsi="仿宋" w:cs="仿宋"/>
          <w:bCs/>
          <w:sz w:val="24"/>
        </w:rPr>
        <w:fldChar w:fldCharType="separate"/>
      </w:r>
      <w:r>
        <w:rPr>
          <w:rFonts w:ascii="仿宋" w:eastAsia="仿宋" w:hAnsi="仿宋" w:cs="仿宋"/>
          <w:bCs/>
          <w:noProof/>
          <w:sz w:val="24"/>
        </w:rPr>
        <w:t>1</w:t>
      </w:r>
      <w:r w:rsidR="00B92F04">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B92F04"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5</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6</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7</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8</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9</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10</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11</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B92F04"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12</w:t>
      </w:r>
      <w:r w:rsidR="00B92F04">
        <w:rPr>
          <w:rFonts w:ascii="仿宋" w:eastAsia="仿宋" w:hAnsi="仿宋" w:cs="仿宋"/>
          <w:sz w:val="24"/>
        </w:rPr>
        <w:fldChar w:fldCharType="end"/>
      </w:r>
      <w:r>
        <w:rPr>
          <w:rFonts w:ascii="仿宋" w:eastAsia="仿宋" w:hAnsi="仿宋" w:cs="仿宋"/>
          <w:sz w:val="24"/>
        </w:rPr>
        <w:noBreakHyphen/>
      </w:r>
      <w:r w:rsidR="00B92F04">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B92F04">
        <w:rPr>
          <w:rFonts w:ascii="仿宋" w:eastAsia="仿宋" w:hAnsi="仿宋" w:cs="仿宋"/>
          <w:sz w:val="24"/>
        </w:rPr>
        <w:fldChar w:fldCharType="separate"/>
      </w:r>
      <w:r>
        <w:rPr>
          <w:rFonts w:ascii="仿宋" w:eastAsia="仿宋" w:hAnsi="仿宋" w:cs="仿宋"/>
          <w:noProof/>
          <w:sz w:val="24"/>
        </w:rPr>
        <w:t>1</w:t>
      </w:r>
      <w:r w:rsidR="00B92F04">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1E2ECE">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Year" w:val="2002"/>
          <w:attr w:name="Month" w:val="5"/>
          <w:attr w:name="Day" w:val="28"/>
          <w:attr w:name="IsLunarDate" w:val="False"/>
          <w:attr w:name="IsROCDate" w:val="False"/>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Year" w:val="2000"/>
          <w:attr w:name="Month" w:val="1"/>
          <w:attr w:name="Day" w:val="8"/>
          <w:attr w:name="IsLunarDate" w:val="False"/>
          <w:attr w:name="IsROCDate" w:val="False"/>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Year" w:val="2000"/>
          <w:attr w:name="Month" w:val="1"/>
          <w:attr w:name="Day" w:val="18"/>
          <w:attr w:name="IsLunarDate" w:val="False"/>
          <w:attr w:name="IsROCDate" w:val="False"/>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1E2ECE">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1E2ECE">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B92F04">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C9A" w:rsidRDefault="00267C9A">
      <w:r>
        <w:separator/>
      </w:r>
    </w:p>
  </w:endnote>
  <w:endnote w:type="continuationSeparator" w:id="1">
    <w:p w:rsidR="00267C9A" w:rsidRDefault="00267C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B92F04">
    <w:pPr>
      <w:pStyle w:val="af9"/>
      <w:jc w:val="center"/>
    </w:pPr>
    <w:fldSimple w:instr=" PAGE   \* MERGEFORMAT ">
      <w:r w:rsidR="001E2ECE" w:rsidRPr="001E2ECE">
        <w:rPr>
          <w:noProof/>
          <w:lang w:val="zh-CN"/>
        </w:rPr>
        <w:t>III</w:t>
      </w:r>
    </w:fldSimple>
  </w:p>
  <w:p w:rsidR="006E7C3B" w:rsidRDefault="006E7C3B">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B92F04"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6E7C3B" w:rsidRDefault="00B92F04">
                <w:pPr>
                  <w:pStyle w:val="af9"/>
                </w:pPr>
                <w:fldSimple w:instr=" PAGE  \* MERGEFORMAT ">
                  <w:r w:rsidR="001E2ECE">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C9A" w:rsidRDefault="00267C9A">
      <w:r>
        <w:separator/>
      </w:r>
    </w:p>
  </w:footnote>
  <w:footnote w:type="continuationSeparator" w:id="1">
    <w:p w:rsidR="00267C9A" w:rsidRDefault="00267C9A">
      <w:r>
        <w:continuationSeparator/>
      </w:r>
    </w:p>
  </w:footnote>
  <w:footnote w:id="2">
    <w:p w:rsidR="006E7C3B" w:rsidRDefault="006E7C3B"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9503B" w:rsidRDefault="006E7C3B"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941F13" w:rsidRDefault="006E7C3B"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85E24" w:rsidRDefault="006E7C3B"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6386"/>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2ECE"/>
    <w:rsid w:val="001E7514"/>
    <w:rsid w:val="00206859"/>
    <w:rsid w:val="00211B5C"/>
    <w:rsid w:val="0021460D"/>
    <w:rsid w:val="00215D56"/>
    <w:rsid w:val="00227DBC"/>
    <w:rsid w:val="00242251"/>
    <w:rsid w:val="002543C0"/>
    <w:rsid w:val="002575F1"/>
    <w:rsid w:val="00267C9A"/>
    <w:rsid w:val="0027074F"/>
    <w:rsid w:val="002820CD"/>
    <w:rsid w:val="00285CF2"/>
    <w:rsid w:val="00285E24"/>
    <w:rsid w:val="0029503B"/>
    <w:rsid w:val="002C1A1B"/>
    <w:rsid w:val="002E5827"/>
    <w:rsid w:val="002F7D75"/>
    <w:rsid w:val="00313001"/>
    <w:rsid w:val="00313761"/>
    <w:rsid w:val="00342C55"/>
    <w:rsid w:val="0035022B"/>
    <w:rsid w:val="00353E51"/>
    <w:rsid w:val="00366147"/>
    <w:rsid w:val="00377035"/>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3450"/>
    <w:rsid w:val="004C5CDF"/>
    <w:rsid w:val="004D4225"/>
    <w:rsid w:val="00517CA6"/>
    <w:rsid w:val="00546447"/>
    <w:rsid w:val="00552A19"/>
    <w:rsid w:val="00553C68"/>
    <w:rsid w:val="00582A3F"/>
    <w:rsid w:val="005C3924"/>
    <w:rsid w:val="005C69B1"/>
    <w:rsid w:val="005D54B9"/>
    <w:rsid w:val="005E2125"/>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92F04"/>
    <w:rsid w:val="00BA4EEE"/>
    <w:rsid w:val="00BB6060"/>
    <w:rsid w:val="00BC4E86"/>
    <w:rsid w:val="00BC6B85"/>
    <w:rsid w:val="00BD6B9C"/>
    <w:rsid w:val="00BE180C"/>
    <w:rsid w:val="00BE4138"/>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A9D"/>
    <w:rsid w:val="00EA1F6B"/>
    <w:rsid w:val="00EA22DB"/>
    <w:rsid w:val="00EB0946"/>
    <w:rsid w:val="00EB68E8"/>
    <w:rsid w:val="00EC0F88"/>
    <w:rsid w:val="00ED471B"/>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浙江大学硕士学位论文模板new.dotx</Template>
  <TotalTime>1</TotalTime>
  <Pages>35</Pages>
  <Words>2461</Words>
  <Characters>14028</Characters>
  <Application>Microsoft Office Word</Application>
  <DocSecurity>0</DocSecurity>
  <Lines>116</Lines>
  <Paragraphs>32</Paragraphs>
  <ScaleCrop>false</ScaleCrop>
  <Company/>
  <LinksUpToDate>false</LinksUpToDate>
  <CharactersWithSpaces>16457</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Admin</cp:lastModifiedBy>
  <cp:revision>4</cp:revision>
  <cp:lastPrinted>2019-04-09T08:58:00Z</cp:lastPrinted>
  <dcterms:created xsi:type="dcterms:W3CDTF">2019-04-11T03:33:00Z</dcterms:created>
  <dcterms:modified xsi:type="dcterms:W3CDTF">2019-04-11T06:07:00Z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